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4E23C" w14:textId="77777777" w:rsidR="00AE1D1C" w:rsidRPr="00C9644A" w:rsidRDefault="00AE1D1C" w:rsidP="00AE1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C9644A">
        <w:rPr>
          <w:rFonts w:ascii="Arial Black" w:hAnsi="Arial Black" w:cs="Arial"/>
          <w:b/>
          <w:bCs/>
          <w:sz w:val="56"/>
          <w:szCs w:val="56"/>
        </w:rPr>
        <w:t>KRYCÍ LIST NABÍDKY</w:t>
      </w:r>
    </w:p>
    <w:p w14:paraId="4B3807E4" w14:textId="77777777" w:rsidR="00AE1D1C" w:rsidRPr="00AE1D1C" w:rsidRDefault="00AE1D1C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3F93857A" w14:textId="77777777" w:rsidR="0018354E" w:rsidRDefault="0018354E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29E222DF" w14:textId="5CD13364" w:rsidR="0005589A" w:rsidRPr="00830D97" w:rsidRDefault="0005589A" w:rsidP="0005589A">
      <w:pPr>
        <w:jc w:val="center"/>
        <w:rPr>
          <w:rFonts w:ascii="Arial Black" w:hAnsi="Arial Black" w:cs="Calibri"/>
          <w:sz w:val="40"/>
          <w:szCs w:val="40"/>
        </w:rPr>
      </w:pPr>
      <w:r w:rsidRPr="00830D97">
        <w:rPr>
          <w:rFonts w:ascii="Arial Black" w:hAnsi="Arial Black" w:cs="Arial"/>
          <w:b/>
          <w:sz w:val="40"/>
          <w:szCs w:val="40"/>
        </w:rPr>
        <w:t>Věž artroskopická Full HD</w:t>
      </w:r>
      <w:r w:rsidR="006838AD">
        <w:rPr>
          <w:rFonts w:ascii="Arial Black" w:hAnsi="Arial Black" w:cs="Arial"/>
          <w:b/>
          <w:sz w:val="40"/>
          <w:szCs w:val="40"/>
        </w:rPr>
        <w:t xml:space="preserve"> – II.</w:t>
      </w:r>
    </w:p>
    <w:p w14:paraId="19747662" w14:textId="3399AF2D" w:rsidR="003F0376" w:rsidRPr="0026582A" w:rsidRDefault="003F0376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28"/>
          <w:szCs w:val="28"/>
        </w:rPr>
      </w:pPr>
      <w:r w:rsidRPr="0026582A">
        <w:rPr>
          <w:rFonts w:ascii="Arial Black" w:hAnsi="Arial Black"/>
          <w:b/>
          <w:color w:val="0070C0"/>
          <w:sz w:val="28"/>
          <w:szCs w:val="28"/>
        </w:rPr>
        <w:t xml:space="preserve"> </w:t>
      </w:r>
    </w:p>
    <w:p w14:paraId="23EE5802" w14:textId="77777777" w:rsidR="004237FF" w:rsidRPr="004237FF" w:rsidRDefault="004237FF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E4269C" w:rsidRPr="00BE2BA7" w14:paraId="315FFF0A" w14:textId="77777777" w:rsidTr="004237F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065E" w14:textId="77777777" w:rsidR="00E4269C" w:rsidRPr="00121E65" w:rsidRDefault="00121E65" w:rsidP="0018354E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</w:t>
            </w:r>
            <w:r w:rsidR="0018354E">
              <w:rPr>
                <w:rFonts w:ascii="Arial" w:hAnsi="Arial" w:cs="Arial"/>
                <w:b/>
                <w:color w:val="7F7F7F"/>
                <w:sz w:val="24"/>
              </w:rPr>
              <w:t xml:space="preserve">ZADÁVACÍHO </w:t>
            </w:r>
            <w:r>
              <w:rPr>
                <w:rFonts w:ascii="Arial" w:hAnsi="Arial" w:cs="Arial"/>
                <w:b/>
                <w:color w:val="7F7F7F"/>
                <w:sz w:val="24"/>
              </w:rPr>
              <w:t xml:space="preserve">ŘÍZENÍ </w:t>
            </w:r>
            <w:r w:rsidR="00E4269C"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FC1F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494D6297" w14:textId="77777777" w:rsidTr="004237F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EAF0" w14:textId="77777777" w:rsidR="00E4269C" w:rsidRPr="001C0061" w:rsidRDefault="00E4269C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728CDDE3" w14:textId="77777777" w:rsidR="00E4269C" w:rsidRPr="004237FF" w:rsidRDefault="00E4269C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277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18354E" w:rsidRPr="00BE2BA7" w14:paraId="2363DABD" w14:textId="77777777" w:rsidTr="00626155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2002" w14:textId="77777777" w:rsidR="0018354E" w:rsidRPr="001C0061" w:rsidRDefault="0018354E" w:rsidP="004237F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CED0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AC20" w14:textId="77777777" w:rsidR="0018354E" w:rsidRPr="0018354E" w:rsidRDefault="0018354E" w:rsidP="0018354E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01B2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</w:tr>
      <w:tr w:rsidR="00626155" w:rsidRPr="00BE2BA7" w14:paraId="47D9BB60" w14:textId="77777777" w:rsidTr="00626155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4CAB" w14:textId="77777777" w:rsidR="00626155" w:rsidRPr="001C0061" w:rsidRDefault="00626155" w:rsidP="0004672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04F4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CD66" w14:textId="77777777" w:rsidR="00626155" w:rsidRPr="00BE2BA7" w:rsidRDefault="00626155" w:rsidP="0062615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83D7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</w:tr>
    </w:tbl>
    <w:p w14:paraId="06F63DDA" w14:textId="77777777" w:rsidR="0018354E" w:rsidRDefault="0018354E" w:rsidP="00B4612C">
      <w:pPr>
        <w:rPr>
          <w:rFonts w:ascii="Arial" w:hAnsi="Arial" w:cs="Arial"/>
          <w:b/>
        </w:rPr>
      </w:pPr>
    </w:p>
    <w:p w14:paraId="2FAF7DDB" w14:textId="77777777" w:rsidR="0018354E" w:rsidRDefault="0018354E" w:rsidP="00B4612C">
      <w:pPr>
        <w:rPr>
          <w:rFonts w:ascii="Arial" w:hAnsi="Arial" w:cs="Arial"/>
          <w:b/>
        </w:rPr>
      </w:pPr>
    </w:p>
    <w:p w14:paraId="7A7C1418" w14:textId="77777777" w:rsidR="00AE1D1C" w:rsidRPr="004237FF" w:rsidRDefault="00E4269C" w:rsidP="006E46A0">
      <w:pPr>
        <w:jc w:val="both"/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 w:rsidR="00D5331C">
        <w:rPr>
          <w:rFonts w:ascii="Arial" w:hAnsi="Arial" w:cs="Arial"/>
          <w:b/>
        </w:rPr>
        <w:t>ELEKTRONICKOU KOMUNIKACE</w:t>
      </w:r>
      <w:r w:rsidR="0018354E">
        <w:rPr>
          <w:rFonts w:ascii="Arial" w:hAnsi="Arial" w:cs="Arial"/>
          <w:b/>
        </w:rPr>
        <w:t xml:space="preserve"> </w:t>
      </w:r>
      <w:r w:rsidRPr="004237FF">
        <w:rPr>
          <w:rFonts w:ascii="Arial" w:hAnsi="Arial" w:cs="Arial"/>
          <w:b/>
        </w:rPr>
        <w:t xml:space="preserve">MEZI ZADAVATELEM A </w:t>
      </w:r>
      <w:r w:rsidR="008E2123">
        <w:rPr>
          <w:rFonts w:ascii="Arial" w:hAnsi="Arial" w:cs="Arial"/>
          <w:b/>
        </w:rPr>
        <w:t>ÚČASTNÍKEM</w:t>
      </w:r>
      <w:r w:rsidR="00B4612C" w:rsidRPr="004237FF">
        <w:rPr>
          <w:rFonts w:ascii="Arial" w:hAnsi="Arial" w:cs="Arial"/>
          <w:b/>
        </w:rPr>
        <w:t xml:space="preserve"> </w:t>
      </w:r>
      <w:r w:rsidR="0018354E"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E4269C" w:rsidRPr="00BE2BA7" w14:paraId="356FD086" w14:textId="77777777" w:rsidTr="004237F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DF3F" w14:textId="77777777" w:rsidR="00E4269C" w:rsidRPr="001C0061" w:rsidRDefault="00C9644A" w:rsidP="00C9644A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378D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4709453" w14:textId="77777777" w:rsidTr="004237F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7647" w14:textId="77777777" w:rsidR="004237FF" w:rsidRPr="001C0061" w:rsidRDefault="004237FF" w:rsidP="004900CA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="00626155" w:rsidRPr="00626155">
              <w:rPr>
                <w:rStyle w:val="Znakapoznpodarou"/>
                <w:rFonts w:ascii="Arial" w:hAnsi="Arial" w:cs="Arial"/>
                <w:sz w:val="24"/>
              </w:rPr>
              <w:footnoteReference w:id="1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5438" w14:textId="77777777" w:rsidR="004237FF" w:rsidRPr="00BE2BA7" w:rsidRDefault="004237FF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1268C22B" w14:textId="77777777" w:rsidTr="00A9144B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25E5" w14:textId="77777777" w:rsidR="00E4269C" w:rsidRPr="001C0061" w:rsidRDefault="00E4269C" w:rsidP="00626155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91D7" w14:textId="77777777" w:rsidR="00E4269C" w:rsidRPr="00121E65" w:rsidRDefault="00E4269C" w:rsidP="00C67729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 xml:space="preserve">Doručení písemnosti na uvedenou </w:t>
            </w:r>
            <w:r w:rsidR="0018354E"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adresu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 nebo do datové schránky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se považuje za doručení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účastníkovi </w:t>
            </w:r>
            <w:r w:rsidR="00626155">
              <w:rPr>
                <w:rFonts w:ascii="Arial" w:hAnsi="Arial" w:cs="Arial"/>
                <w:sz w:val="18"/>
                <w:szCs w:val="18"/>
              </w:rPr>
              <w:t xml:space="preserve">zadávacího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>řízení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7EDB606" w14:textId="77777777" w:rsidR="00A53C40" w:rsidRDefault="00A53C40" w:rsidP="00AE1D1C">
      <w:pPr>
        <w:rPr>
          <w:rFonts w:ascii="Arial" w:hAnsi="Arial" w:cs="Arial"/>
          <w:b/>
        </w:rPr>
      </w:pPr>
    </w:p>
    <w:p w14:paraId="556CEC2E" w14:textId="77777777" w:rsidR="0018354E" w:rsidRDefault="0018354E" w:rsidP="00AE1D1C">
      <w:pPr>
        <w:rPr>
          <w:rFonts w:ascii="Arial" w:hAnsi="Arial" w:cs="Arial"/>
          <w:b/>
        </w:rPr>
      </w:pPr>
    </w:p>
    <w:p w14:paraId="56EEEF09" w14:textId="3525DC24" w:rsidR="00C67729" w:rsidRDefault="00C67729">
      <w:pPr>
        <w:rPr>
          <w:rFonts w:ascii="Arial" w:hAnsi="Arial" w:cs="Arial"/>
          <w:i/>
        </w:rPr>
      </w:pPr>
    </w:p>
    <w:p w14:paraId="087B2B38" w14:textId="7835CA86" w:rsidR="001A791E" w:rsidRDefault="001A791E">
      <w:pPr>
        <w:rPr>
          <w:rFonts w:ascii="Arial" w:hAnsi="Arial" w:cs="Arial"/>
          <w:i/>
        </w:rPr>
      </w:pPr>
    </w:p>
    <w:p w14:paraId="42A765F3" w14:textId="2AFEEB14" w:rsidR="001A791E" w:rsidRDefault="001A791E">
      <w:pPr>
        <w:rPr>
          <w:rFonts w:ascii="Arial" w:hAnsi="Arial" w:cs="Arial"/>
          <w:i/>
        </w:rPr>
      </w:pPr>
    </w:p>
    <w:p w14:paraId="108D22E7" w14:textId="1180BA15" w:rsidR="001A791E" w:rsidRDefault="001A791E">
      <w:pPr>
        <w:rPr>
          <w:rFonts w:ascii="Arial" w:hAnsi="Arial" w:cs="Arial"/>
          <w:i/>
        </w:rPr>
      </w:pPr>
    </w:p>
    <w:p w14:paraId="126F7A05" w14:textId="59A8C2BE" w:rsidR="001A791E" w:rsidRDefault="001A791E">
      <w:pPr>
        <w:rPr>
          <w:rFonts w:ascii="Arial" w:hAnsi="Arial" w:cs="Arial"/>
          <w:i/>
        </w:rPr>
      </w:pPr>
    </w:p>
    <w:p w14:paraId="3A43E451" w14:textId="599AC37A" w:rsidR="001A791E" w:rsidRDefault="001A791E">
      <w:pPr>
        <w:rPr>
          <w:rFonts w:ascii="Arial" w:hAnsi="Arial" w:cs="Arial"/>
          <w:i/>
        </w:rPr>
      </w:pPr>
    </w:p>
    <w:p w14:paraId="214A072C" w14:textId="77777777" w:rsidR="001A791E" w:rsidRDefault="001A791E">
      <w:pPr>
        <w:rPr>
          <w:rFonts w:ascii="Arial" w:hAnsi="Arial" w:cs="Arial"/>
          <w:i/>
        </w:rPr>
      </w:pPr>
    </w:p>
    <w:p w14:paraId="27550570" w14:textId="77777777" w:rsidR="001A20D6" w:rsidRDefault="00121E6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03BE5303" w14:textId="77777777" w:rsidR="00E25BA4" w:rsidRDefault="00E25BA4">
      <w:pPr>
        <w:rPr>
          <w:rFonts w:ascii="Arial" w:hAnsi="Arial" w:cs="Arial"/>
          <w:sz w:val="24"/>
        </w:rPr>
      </w:pPr>
    </w:p>
    <w:p w14:paraId="37834BD8" w14:textId="77777777" w:rsidR="00617776" w:rsidRDefault="00617776">
      <w:pPr>
        <w:rPr>
          <w:rFonts w:ascii="Arial" w:hAnsi="Arial" w:cs="Arial"/>
          <w:sz w:val="24"/>
        </w:rPr>
      </w:pPr>
    </w:p>
    <w:p w14:paraId="43016852" w14:textId="77777777" w:rsidR="00E25BA4" w:rsidRDefault="00E25BA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280BFD3D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EFED2C4" w14:textId="77777777" w:rsidR="00E4269C" w:rsidRDefault="009D4F1B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18354E">
        <w:rPr>
          <w:rFonts w:ascii="Arial" w:hAnsi="Arial" w:cs="Arial"/>
          <w:b/>
          <w:i/>
          <w:sz w:val="24"/>
          <w:u w:val="single"/>
        </w:rPr>
        <w:t xml:space="preserve">odpis </w:t>
      </w:r>
      <w:r w:rsidR="00C9644A">
        <w:rPr>
          <w:rFonts w:ascii="Arial" w:hAnsi="Arial" w:cs="Arial"/>
          <w:b/>
          <w:i/>
          <w:sz w:val="24"/>
          <w:u w:val="single"/>
        </w:rPr>
        <w:t xml:space="preserve">oprávněné osoby </w:t>
      </w:r>
      <w:r w:rsidR="0018354E">
        <w:rPr>
          <w:rFonts w:ascii="Arial" w:hAnsi="Arial" w:cs="Arial"/>
          <w:b/>
          <w:i/>
          <w:sz w:val="24"/>
          <w:u w:val="single"/>
        </w:rPr>
        <w:t>účastníka zadávacího řízení</w:t>
      </w:r>
      <w:r w:rsidR="00626155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2"/>
      </w:r>
      <w:r w:rsidR="0018354E">
        <w:rPr>
          <w:rFonts w:ascii="Arial" w:hAnsi="Arial" w:cs="Arial"/>
          <w:b/>
          <w:i/>
          <w:sz w:val="24"/>
          <w:u w:val="single"/>
        </w:rPr>
        <w:t xml:space="preserve"> </w:t>
      </w:r>
      <w:r w:rsidR="004237FF" w:rsidRPr="00121E65">
        <w:rPr>
          <w:rFonts w:ascii="Arial" w:hAnsi="Arial" w:cs="Arial"/>
          <w:sz w:val="24"/>
        </w:rPr>
        <w:t xml:space="preserve">   </w:t>
      </w:r>
      <w:r w:rsidR="00121E65" w:rsidRPr="00121E65">
        <w:rPr>
          <w:rFonts w:ascii="Arial" w:hAnsi="Arial" w:cs="Arial"/>
          <w:sz w:val="24"/>
        </w:rPr>
        <w:t xml:space="preserve">   </w:t>
      </w:r>
      <w:r w:rsidR="004237FF" w:rsidRPr="00121E65">
        <w:rPr>
          <w:rFonts w:ascii="Arial" w:hAnsi="Arial" w:cs="Arial"/>
          <w:sz w:val="24"/>
        </w:rPr>
        <w:t xml:space="preserve">   </w:t>
      </w:r>
    </w:p>
    <w:p w14:paraId="40E89F97" w14:textId="77777777" w:rsidR="00C9644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C9644A">
        <w:rPr>
          <w:rFonts w:ascii="Arial Black" w:hAnsi="Arial Black" w:cs="Arial"/>
          <w:b/>
          <w:bCs/>
          <w:sz w:val="56"/>
          <w:szCs w:val="56"/>
        </w:rPr>
        <w:lastRenderedPageBreak/>
        <w:t>KRYCÍ LIST NABÍDKY</w:t>
      </w:r>
    </w:p>
    <w:p w14:paraId="373F3D65" w14:textId="77777777" w:rsidR="00C9644A" w:rsidRPr="0026582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Cs/>
        </w:rPr>
      </w:pPr>
      <w:r w:rsidRPr="0026582A">
        <w:rPr>
          <w:rFonts w:ascii="Arial Black" w:hAnsi="Arial Black" w:cs="Arial"/>
          <w:b/>
          <w:bCs/>
        </w:rPr>
        <w:t>(</w:t>
      </w:r>
      <w:r w:rsidRPr="0026582A">
        <w:rPr>
          <w:rFonts w:ascii="Arial Black" w:hAnsi="Arial Black" w:cs="Arial"/>
          <w:bCs/>
        </w:rPr>
        <w:t>použije se pouze v případě společné nabídky více dodavatelů)</w:t>
      </w:r>
    </w:p>
    <w:p w14:paraId="102327DB" w14:textId="77777777" w:rsidR="00C9644A" w:rsidRPr="00AE1D1C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2FBCC012" w14:textId="77777777" w:rsidR="00C9644A" w:rsidRDefault="00C9644A" w:rsidP="00C9644A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23D67404" w14:textId="0CB7567D" w:rsidR="0005589A" w:rsidRPr="00830D97" w:rsidRDefault="0005589A" w:rsidP="0005589A">
      <w:pPr>
        <w:jc w:val="center"/>
        <w:rPr>
          <w:rFonts w:ascii="Arial Black" w:hAnsi="Arial Black" w:cs="Calibri"/>
          <w:sz w:val="40"/>
          <w:szCs w:val="40"/>
        </w:rPr>
      </w:pPr>
      <w:r w:rsidRPr="00830D97">
        <w:rPr>
          <w:rFonts w:ascii="Arial Black" w:hAnsi="Arial Black" w:cs="Arial"/>
          <w:b/>
          <w:sz w:val="40"/>
          <w:szCs w:val="40"/>
        </w:rPr>
        <w:t>Věž artroskopická Full HD</w:t>
      </w:r>
      <w:r w:rsidR="006838AD">
        <w:rPr>
          <w:rFonts w:ascii="Arial Black" w:hAnsi="Arial Black" w:cs="Arial"/>
          <w:b/>
          <w:sz w:val="40"/>
          <w:szCs w:val="40"/>
        </w:rPr>
        <w:t xml:space="preserve"> – II.</w:t>
      </w:r>
    </w:p>
    <w:p w14:paraId="77213F43" w14:textId="1F4B3900" w:rsidR="00C9644A" w:rsidRPr="00810FC9" w:rsidRDefault="0026582A" w:rsidP="0026582A">
      <w:pPr>
        <w:spacing w:line="256" w:lineRule="auto"/>
        <w:ind w:right="51"/>
        <w:jc w:val="center"/>
        <w:rPr>
          <w:rFonts w:ascii="Arial Black" w:hAnsi="Arial Black"/>
          <w:b/>
          <w:sz w:val="28"/>
          <w:szCs w:val="28"/>
        </w:rPr>
      </w:pPr>
      <w:r w:rsidRPr="00810FC9">
        <w:rPr>
          <w:rFonts w:ascii="Arial Black" w:hAnsi="Arial Black"/>
          <w:b/>
          <w:sz w:val="28"/>
          <w:szCs w:val="28"/>
        </w:rPr>
        <w:t xml:space="preserve"> </w:t>
      </w:r>
    </w:p>
    <w:p w14:paraId="5184ED8B" w14:textId="77777777" w:rsidR="00C9644A" w:rsidRPr="004237FF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0331E15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BF3D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1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8DE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BAC634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3A33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16887DB7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8F0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C5444AF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776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B0D0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D69C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D73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8757877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BB47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42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ED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2FD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1D9B134C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3E9532D7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0893" w14:textId="77777777" w:rsidR="00C9644A" w:rsidRPr="00121E65" w:rsidRDefault="00C9644A" w:rsidP="00C9644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2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D18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5981E3A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3E7D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42864030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582A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892CC0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37D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0ED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0822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BDA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7D802C2E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7202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694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A01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5D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392BD6B9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42593E7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5457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3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855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B59916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F9C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5D8051BB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4D1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3586833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A9E6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AC48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03D3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7BE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7AB5AC2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476B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94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FD25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E4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23C58A76" w14:textId="77777777" w:rsidR="006B4414" w:rsidRPr="008E2123" w:rsidRDefault="006B4414" w:rsidP="006B4414">
      <w:pPr>
        <w:pStyle w:val="Titulek"/>
        <w:rPr>
          <w:sz w:val="16"/>
          <w:szCs w:val="16"/>
        </w:rPr>
      </w:pPr>
      <w:r w:rsidRPr="008E2123">
        <w:rPr>
          <w:sz w:val="16"/>
          <w:szCs w:val="16"/>
        </w:rPr>
        <w:t>Upozornění: počet účastníků v tabulce bude upraven podle skutečného počtu účastníků společné nabídky.</w:t>
      </w:r>
    </w:p>
    <w:p w14:paraId="6C5D9D5E" w14:textId="77777777" w:rsidR="00C9644A" w:rsidRDefault="00C9644A" w:rsidP="00C9644A">
      <w:pPr>
        <w:rPr>
          <w:rFonts w:ascii="Arial" w:hAnsi="Arial" w:cs="Arial"/>
          <w:b/>
        </w:rPr>
      </w:pPr>
    </w:p>
    <w:p w14:paraId="5E6B0A72" w14:textId="77777777" w:rsidR="00C9644A" w:rsidRDefault="00C9644A" w:rsidP="00C9644A">
      <w:pPr>
        <w:rPr>
          <w:rFonts w:ascii="Arial" w:hAnsi="Arial" w:cs="Arial"/>
          <w:b/>
        </w:rPr>
      </w:pPr>
    </w:p>
    <w:p w14:paraId="4B7C9573" w14:textId="77777777" w:rsidR="00C9644A" w:rsidRDefault="00C9644A" w:rsidP="00C9644A">
      <w:pPr>
        <w:rPr>
          <w:rFonts w:ascii="Arial" w:hAnsi="Arial" w:cs="Arial"/>
          <w:b/>
        </w:rPr>
      </w:pPr>
    </w:p>
    <w:p w14:paraId="057E350C" w14:textId="77777777" w:rsidR="00C9644A" w:rsidRDefault="00C9644A" w:rsidP="00C9644A">
      <w:pPr>
        <w:rPr>
          <w:rFonts w:ascii="Arial" w:hAnsi="Arial" w:cs="Arial"/>
          <w:b/>
        </w:rPr>
      </w:pPr>
    </w:p>
    <w:p w14:paraId="55C5BFC9" w14:textId="77777777" w:rsidR="00C9644A" w:rsidRDefault="00C9644A" w:rsidP="00C9644A">
      <w:pPr>
        <w:rPr>
          <w:rFonts w:ascii="Arial" w:hAnsi="Arial" w:cs="Arial"/>
          <w:b/>
        </w:rPr>
      </w:pPr>
    </w:p>
    <w:p w14:paraId="1E5B653A" w14:textId="77777777" w:rsidR="006B4414" w:rsidRDefault="006B4414" w:rsidP="00C9644A">
      <w:pPr>
        <w:rPr>
          <w:rFonts w:ascii="Arial" w:hAnsi="Arial" w:cs="Arial"/>
          <w:b/>
        </w:rPr>
      </w:pPr>
    </w:p>
    <w:p w14:paraId="3347286E" w14:textId="77777777" w:rsidR="006B4414" w:rsidRDefault="006B4414" w:rsidP="00C9644A">
      <w:pPr>
        <w:rPr>
          <w:rFonts w:ascii="Arial" w:hAnsi="Arial" w:cs="Arial"/>
          <w:b/>
        </w:rPr>
      </w:pPr>
    </w:p>
    <w:p w14:paraId="4BE6CCF1" w14:textId="77777777" w:rsidR="006B4414" w:rsidRDefault="006B4414" w:rsidP="00C9644A">
      <w:pPr>
        <w:rPr>
          <w:rFonts w:ascii="Arial" w:hAnsi="Arial" w:cs="Arial"/>
          <w:b/>
        </w:rPr>
      </w:pPr>
    </w:p>
    <w:p w14:paraId="7051103D" w14:textId="77777777" w:rsidR="006B4414" w:rsidRDefault="006B4414" w:rsidP="00C9644A">
      <w:pPr>
        <w:rPr>
          <w:rFonts w:ascii="Arial" w:hAnsi="Arial" w:cs="Arial"/>
          <w:b/>
        </w:rPr>
      </w:pPr>
    </w:p>
    <w:p w14:paraId="70E8FA6E" w14:textId="77777777" w:rsidR="0026582A" w:rsidRDefault="0026582A" w:rsidP="00C9644A">
      <w:pPr>
        <w:rPr>
          <w:rFonts w:ascii="Arial" w:hAnsi="Arial" w:cs="Arial"/>
          <w:b/>
        </w:rPr>
      </w:pPr>
    </w:p>
    <w:p w14:paraId="34DC3AFC" w14:textId="77777777" w:rsidR="0026582A" w:rsidRDefault="0026582A" w:rsidP="00C9644A">
      <w:pPr>
        <w:rPr>
          <w:rFonts w:ascii="Arial" w:hAnsi="Arial" w:cs="Arial"/>
          <w:b/>
        </w:rPr>
      </w:pPr>
    </w:p>
    <w:p w14:paraId="7FCF941C" w14:textId="77777777" w:rsidR="00C9644A" w:rsidRDefault="00C9644A" w:rsidP="00C9644A">
      <w:pPr>
        <w:rPr>
          <w:rFonts w:ascii="Arial" w:hAnsi="Arial" w:cs="Arial"/>
          <w:b/>
        </w:rPr>
      </w:pPr>
    </w:p>
    <w:p w14:paraId="5971E9B6" w14:textId="77777777" w:rsidR="00C9644A" w:rsidRDefault="00C9644A" w:rsidP="00C9644A">
      <w:pPr>
        <w:rPr>
          <w:rFonts w:ascii="Arial" w:hAnsi="Arial" w:cs="Arial"/>
          <w:b/>
        </w:rPr>
      </w:pPr>
    </w:p>
    <w:p w14:paraId="021FC88F" w14:textId="77777777" w:rsidR="00C9644A" w:rsidRPr="004237FF" w:rsidRDefault="00C9644A" w:rsidP="00C9644A">
      <w:pPr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>
        <w:rPr>
          <w:rFonts w:ascii="Arial" w:hAnsi="Arial" w:cs="Arial"/>
          <w:b/>
        </w:rPr>
        <w:t xml:space="preserve">ELEKTRONICKOU KOMUNIKACEI </w:t>
      </w:r>
      <w:r w:rsidRPr="004237FF">
        <w:rPr>
          <w:rFonts w:ascii="Arial" w:hAnsi="Arial" w:cs="Arial"/>
          <w:b/>
        </w:rPr>
        <w:t xml:space="preserve">MEZI ZADAVATELEM A </w:t>
      </w:r>
      <w:r>
        <w:rPr>
          <w:rFonts w:ascii="Arial" w:hAnsi="Arial" w:cs="Arial"/>
          <w:b/>
        </w:rPr>
        <w:t>ÚČASTNÍKY</w:t>
      </w:r>
      <w:r w:rsidRPr="004237F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C9644A" w:rsidRPr="00BE2BA7" w14:paraId="22E99D20" w14:textId="77777777" w:rsidTr="00697CB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B679" w14:textId="77777777" w:rsidR="00C9644A" w:rsidRPr="001C0061" w:rsidRDefault="00C9644A" w:rsidP="00697CBF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ECF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8A589E9" w14:textId="77777777" w:rsidTr="00697CB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87B9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Pr="00626155">
              <w:rPr>
                <w:rStyle w:val="Znakapoznpodarou"/>
                <w:rFonts w:ascii="Arial" w:hAnsi="Arial" w:cs="Arial"/>
                <w:sz w:val="24"/>
              </w:rPr>
              <w:footnoteReference w:id="3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BFC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3F0EBF" w14:textId="77777777" w:rsidTr="00697CBF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82F8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16F9" w14:textId="77777777" w:rsidR="00C9644A" w:rsidRPr="00121E65" w:rsidRDefault="00C9644A" w:rsidP="00C9644A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>Doručení písemnosti na uveden</w:t>
            </w:r>
            <w:r>
              <w:rPr>
                <w:rFonts w:ascii="Arial" w:hAnsi="Arial" w:cs="Arial"/>
                <w:sz w:val="18"/>
                <w:szCs w:val="18"/>
              </w:rPr>
              <w:t>ou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nebo do datové schránky se považuje za doručení </w:t>
            </w:r>
            <w:r>
              <w:rPr>
                <w:rFonts w:ascii="Arial" w:hAnsi="Arial" w:cs="Arial"/>
                <w:sz w:val="18"/>
                <w:szCs w:val="18"/>
              </w:rPr>
              <w:t xml:space="preserve">všem </w:t>
            </w:r>
            <w:r w:rsidRPr="00121E65">
              <w:rPr>
                <w:rFonts w:ascii="Arial" w:hAnsi="Arial" w:cs="Arial"/>
                <w:sz w:val="18"/>
                <w:szCs w:val="18"/>
              </w:rPr>
              <w:t>účastník</w:t>
            </w:r>
            <w:r>
              <w:rPr>
                <w:rFonts w:ascii="Arial" w:hAnsi="Arial" w:cs="Arial"/>
                <w:sz w:val="18"/>
                <w:szCs w:val="18"/>
              </w:rPr>
              <w:t>ům společné nabídky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C258961" w14:textId="77777777" w:rsidR="00C9644A" w:rsidRDefault="00C9644A" w:rsidP="00C9644A">
      <w:pPr>
        <w:rPr>
          <w:rFonts w:ascii="Arial" w:hAnsi="Arial" w:cs="Arial"/>
          <w:b/>
        </w:rPr>
      </w:pPr>
    </w:p>
    <w:p w14:paraId="27143FD5" w14:textId="77777777" w:rsidR="00C9644A" w:rsidRDefault="00C9644A" w:rsidP="00C9644A">
      <w:pPr>
        <w:rPr>
          <w:rFonts w:ascii="Arial" w:hAnsi="Arial" w:cs="Arial"/>
          <w:b/>
        </w:rPr>
      </w:pPr>
    </w:p>
    <w:p w14:paraId="4994E0A6" w14:textId="77777777" w:rsidR="00C9644A" w:rsidRDefault="00C9644A" w:rsidP="00C9644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6F7B2455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22DBD86" w14:textId="77777777" w:rsidR="00C9644A" w:rsidRPr="00121E65" w:rsidRDefault="00456560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C9644A">
        <w:rPr>
          <w:rFonts w:ascii="Arial" w:hAnsi="Arial" w:cs="Arial"/>
          <w:b/>
          <w:i/>
          <w:sz w:val="24"/>
          <w:u w:val="single"/>
        </w:rPr>
        <w:t>odpis osoby oprávněné jednat a podepisovat jménem všech účastníků společné nabídky</w:t>
      </w:r>
      <w:r w:rsidR="00C9644A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4"/>
      </w:r>
      <w:r w:rsidR="00C9644A">
        <w:rPr>
          <w:rFonts w:ascii="Arial" w:hAnsi="Arial" w:cs="Arial"/>
          <w:b/>
          <w:i/>
          <w:sz w:val="24"/>
          <w:u w:val="single"/>
        </w:rPr>
        <w:t xml:space="preserve"> </w:t>
      </w:r>
      <w:r w:rsidR="00C9644A" w:rsidRPr="00121E65">
        <w:rPr>
          <w:rFonts w:ascii="Arial" w:hAnsi="Arial" w:cs="Arial"/>
          <w:sz w:val="24"/>
        </w:rPr>
        <w:t xml:space="preserve">         </w:t>
      </w:r>
    </w:p>
    <w:p w14:paraId="0FCCA635" w14:textId="77777777" w:rsidR="00C9644A" w:rsidRPr="00121E65" w:rsidRDefault="00C9644A" w:rsidP="00C9644A">
      <w:pPr>
        <w:ind w:left="4320"/>
        <w:rPr>
          <w:rFonts w:ascii="Arial" w:hAnsi="Arial" w:cs="Arial"/>
          <w:sz w:val="24"/>
        </w:rPr>
      </w:pPr>
    </w:p>
    <w:sectPr w:rsidR="00C9644A" w:rsidRPr="00121E65">
      <w:footerReference w:type="even" r:id="rId8"/>
      <w:footerReference w:type="default" r:id="rId9"/>
      <w:headerReference w:type="first" r:id="rId10"/>
      <w:pgSz w:w="11906" w:h="16838" w:code="9"/>
      <w:pgMar w:top="1440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B20CB" w14:textId="77777777" w:rsidR="00CD648B" w:rsidRDefault="00CD648B">
      <w:r>
        <w:separator/>
      </w:r>
    </w:p>
  </w:endnote>
  <w:endnote w:type="continuationSeparator" w:id="0">
    <w:p w14:paraId="4FFB0B52" w14:textId="77777777" w:rsidR="00CD648B" w:rsidRDefault="00CD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13FB1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F524DF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4BC50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0A91963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101A4" w14:textId="77777777" w:rsidR="00CD648B" w:rsidRDefault="00CD648B">
      <w:r>
        <w:separator/>
      </w:r>
    </w:p>
  </w:footnote>
  <w:footnote w:type="continuationSeparator" w:id="0">
    <w:p w14:paraId="209880F1" w14:textId="77777777" w:rsidR="00CD648B" w:rsidRDefault="00CD648B">
      <w:r>
        <w:continuationSeparator/>
      </w:r>
    </w:p>
  </w:footnote>
  <w:footnote w:id="1">
    <w:p w14:paraId="16B6819F" w14:textId="77777777" w:rsidR="00626155" w:rsidRDefault="00626155" w:rsidP="00626155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</w:t>
      </w:r>
      <w:r w:rsidR="00C9644A">
        <w:t xml:space="preserve">má zřízenu datovou schránku a který </w:t>
      </w:r>
      <w:r>
        <w:t>souhlasí se zasíláním informací o zadávacím řízení do svých datových schránek.</w:t>
      </w:r>
    </w:p>
    <w:p w14:paraId="72976E80" w14:textId="77777777" w:rsidR="00626155" w:rsidRDefault="00626155" w:rsidP="00626155">
      <w:pPr>
        <w:pStyle w:val="Textpoznpodarou"/>
      </w:pPr>
      <w:r>
        <w:t xml:space="preserve"> </w:t>
      </w:r>
    </w:p>
  </w:footnote>
  <w:footnote w:id="2">
    <w:p w14:paraId="3677181E" w14:textId="77777777" w:rsidR="005E7D6A" w:rsidRDefault="005E7D6A" w:rsidP="005E7D6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povinný, stvrzuje celý obsah podané nabídky</w:t>
      </w:r>
    </w:p>
    <w:p w14:paraId="11E4F4DE" w14:textId="77777777" w:rsidR="00626155" w:rsidRDefault="005E7D6A">
      <w:pPr>
        <w:pStyle w:val="Textpoznpodarou"/>
      </w:pPr>
      <w:r>
        <w:t xml:space="preserve"> </w:t>
      </w:r>
    </w:p>
  </w:footnote>
  <w:footnote w:id="3">
    <w:p w14:paraId="1792A472" w14:textId="77777777" w:rsidR="00C9644A" w:rsidRDefault="00C9644A" w:rsidP="00C9644A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má zřízenu datovou schránku a který souhlasí se zasíláním informací o zadávacím řízení do svých datových schránek.</w:t>
      </w:r>
    </w:p>
    <w:p w14:paraId="6FBB5AF0" w14:textId="77777777" w:rsidR="00C9644A" w:rsidRDefault="00C9644A" w:rsidP="00C9644A">
      <w:pPr>
        <w:pStyle w:val="Textpoznpodarou"/>
      </w:pPr>
      <w:r>
        <w:t xml:space="preserve"> </w:t>
      </w:r>
    </w:p>
  </w:footnote>
  <w:footnote w:id="4">
    <w:p w14:paraId="019CABDE" w14:textId="77777777" w:rsidR="005E7D6A" w:rsidRDefault="00C9644A" w:rsidP="00C9644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</w:t>
      </w:r>
      <w:r w:rsidR="005E7D6A">
        <w:t>povinný, stvrzuje celý obsah podané nabídky</w:t>
      </w:r>
    </w:p>
    <w:p w14:paraId="727A0EBB" w14:textId="77777777" w:rsidR="00C9644A" w:rsidRDefault="00C9644A" w:rsidP="00C9644A">
      <w:pPr>
        <w:pStyle w:val="Textpoznpodarou"/>
      </w:pPr>
      <w:r>
        <w:t>.</w:t>
      </w:r>
    </w:p>
    <w:p w14:paraId="4F9406C8" w14:textId="77777777" w:rsidR="00C9644A" w:rsidRDefault="00C9644A" w:rsidP="00C9644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FF721" w14:textId="77777777" w:rsidR="00A56475" w:rsidRDefault="00A56475">
    <w:pPr>
      <w:pStyle w:val="Zhlav"/>
    </w:pPr>
  </w:p>
  <w:p w14:paraId="0248985E" w14:textId="77777777" w:rsidR="00A56475" w:rsidRDefault="00A56475">
    <w:pPr>
      <w:pStyle w:val="Zhlav"/>
    </w:pPr>
  </w:p>
  <w:p w14:paraId="3609FD6E" w14:textId="77777777" w:rsidR="00A56475" w:rsidRDefault="00A56475">
    <w:pPr>
      <w:pStyle w:val="Zhlav"/>
    </w:pPr>
  </w:p>
  <w:p w14:paraId="384C300B" w14:textId="77777777" w:rsidR="00A56475" w:rsidRDefault="00A56475">
    <w:pPr>
      <w:pStyle w:val="Zhlav"/>
    </w:pPr>
  </w:p>
  <w:p w14:paraId="5DDBE0A0" w14:textId="77777777" w:rsidR="00A56475" w:rsidRDefault="00A564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A3831AB"/>
    <w:multiLevelType w:val="hybridMultilevel"/>
    <w:tmpl w:val="F6C206A6"/>
    <w:lvl w:ilvl="0" w:tplc="34DA152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863128252">
    <w:abstractNumId w:val="28"/>
  </w:num>
  <w:num w:numId="2" w16cid:durableId="1223445888">
    <w:abstractNumId w:val="1"/>
  </w:num>
  <w:num w:numId="3" w16cid:durableId="47412734">
    <w:abstractNumId w:val="32"/>
  </w:num>
  <w:num w:numId="4" w16cid:durableId="1124008313">
    <w:abstractNumId w:val="2"/>
  </w:num>
  <w:num w:numId="5" w16cid:durableId="1646541616">
    <w:abstractNumId w:val="30"/>
  </w:num>
  <w:num w:numId="6" w16cid:durableId="840924100">
    <w:abstractNumId w:val="6"/>
  </w:num>
  <w:num w:numId="7" w16cid:durableId="1786578248">
    <w:abstractNumId w:val="7"/>
  </w:num>
  <w:num w:numId="8" w16cid:durableId="486436998">
    <w:abstractNumId w:val="12"/>
  </w:num>
  <w:num w:numId="9" w16cid:durableId="1505899618">
    <w:abstractNumId w:val="29"/>
  </w:num>
  <w:num w:numId="10" w16cid:durableId="200217654">
    <w:abstractNumId w:val="9"/>
  </w:num>
  <w:num w:numId="11" w16cid:durableId="1261404119">
    <w:abstractNumId w:val="0"/>
  </w:num>
  <w:num w:numId="12" w16cid:durableId="912276502">
    <w:abstractNumId w:val="27"/>
  </w:num>
  <w:num w:numId="13" w16cid:durableId="2087799158">
    <w:abstractNumId w:val="16"/>
  </w:num>
  <w:num w:numId="14" w16cid:durableId="918095159">
    <w:abstractNumId w:val="10"/>
  </w:num>
  <w:num w:numId="15" w16cid:durableId="1133985164">
    <w:abstractNumId w:val="11"/>
  </w:num>
  <w:num w:numId="16" w16cid:durableId="269894901">
    <w:abstractNumId w:val="5"/>
  </w:num>
  <w:num w:numId="17" w16cid:durableId="715349076">
    <w:abstractNumId w:val="20"/>
  </w:num>
  <w:num w:numId="18" w16cid:durableId="1179390763">
    <w:abstractNumId w:val="19"/>
  </w:num>
  <w:num w:numId="19" w16cid:durableId="1155149317">
    <w:abstractNumId w:val="4"/>
  </w:num>
  <w:num w:numId="20" w16cid:durableId="757487732">
    <w:abstractNumId w:val="31"/>
  </w:num>
  <w:num w:numId="21" w16cid:durableId="2067677704">
    <w:abstractNumId w:val="13"/>
  </w:num>
  <w:num w:numId="22" w16cid:durableId="2030326284">
    <w:abstractNumId w:val="22"/>
  </w:num>
  <w:num w:numId="23" w16cid:durableId="1940487398">
    <w:abstractNumId w:val="25"/>
  </w:num>
  <w:num w:numId="24" w16cid:durableId="1654024161">
    <w:abstractNumId w:val="18"/>
  </w:num>
  <w:num w:numId="25" w16cid:durableId="1067268017">
    <w:abstractNumId w:val="21"/>
  </w:num>
  <w:num w:numId="26" w16cid:durableId="1385527011">
    <w:abstractNumId w:val="3"/>
  </w:num>
  <w:num w:numId="27" w16cid:durableId="869490625">
    <w:abstractNumId w:val="15"/>
  </w:num>
  <w:num w:numId="28" w16cid:durableId="291327298">
    <w:abstractNumId w:val="26"/>
  </w:num>
  <w:num w:numId="29" w16cid:durableId="1271626897">
    <w:abstractNumId w:val="24"/>
  </w:num>
  <w:num w:numId="30" w16cid:durableId="112793417">
    <w:abstractNumId w:val="17"/>
  </w:num>
  <w:num w:numId="31" w16cid:durableId="1774207512">
    <w:abstractNumId w:val="23"/>
  </w:num>
  <w:num w:numId="32" w16cid:durableId="1340621326">
    <w:abstractNumId w:val="8"/>
  </w:num>
  <w:num w:numId="33" w16cid:durableId="27370655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94A"/>
    <w:rsid w:val="000158EE"/>
    <w:rsid w:val="00025BCF"/>
    <w:rsid w:val="00027467"/>
    <w:rsid w:val="00040605"/>
    <w:rsid w:val="000411BD"/>
    <w:rsid w:val="0004296B"/>
    <w:rsid w:val="0004672A"/>
    <w:rsid w:val="0005589A"/>
    <w:rsid w:val="000646A6"/>
    <w:rsid w:val="00065CA1"/>
    <w:rsid w:val="00066145"/>
    <w:rsid w:val="00074DBB"/>
    <w:rsid w:val="000B134B"/>
    <w:rsid w:val="000B1C3E"/>
    <w:rsid w:val="000B5A57"/>
    <w:rsid w:val="000E0C5B"/>
    <w:rsid w:val="000E7C0F"/>
    <w:rsid w:val="0011265F"/>
    <w:rsid w:val="00121E65"/>
    <w:rsid w:val="001226D9"/>
    <w:rsid w:val="00123D1D"/>
    <w:rsid w:val="00143A25"/>
    <w:rsid w:val="001566E0"/>
    <w:rsid w:val="001579DF"/>
    <w:rsid w:val="00170A70"/>
    <w:rsid w:val="00170F44"/>
    <w:rsid w:val="001822D2"/>
    <w:rsid w:val="0018354E"/>
    <w:rsid w:val="00193DD1"/>
    <w:rsid w:val="00196ED2"/>
    <w:rsid w:val="001A20D6"/>
    <w:rsid w:val="001A791E"/>
    <w:rsid w:val="001B49CD"/>
    <w:rsid w:val="001C0061"/>
    <w:rsid w:val="00200AF9"/>
    <w:rsid w:val="00207B5F"/>
    <w:rsid w:val="00212450"/>
    <w:rsid w:val="00217CBC"/>
    <w:rsid w:val="00222675"/>
    <w:rsid w:val="0022493F"/>
    <w:rsid w:val="0022728B"/>
    <w:rsid w:val="0022732E"/>
    <w:rsid w:val="00264371"/>
    <w:rsid w:val="0026582A"/>
    <w:rsid w:val="002752CA"/>
    <w:rsid w:val="00276972"/>
    <w:rsid w:val="00277AAA"/>
    <w:rsid w:val="00277F52"/>
    <w:rsid w:val="00285B8F"/>
    <w:rsid w:val="00286086"/>
    <w:rsid w:val="002E29FF"/>
    <w:rsid w:val="002E3EE8"/>
    <w:rsid w:val="002E7D1F"/>
    <w:rsid w:val="002F62E8"/>
    <w:rsid w:val="00312015"/>
    <w:rsid w:val="0031204C"/>
    <w:rsid w:val="00314048"/>
    <w:rsid w:val="00317874"/>
    <w:rsid w:val="00322451"/>
    <w:rsid w:val="003244F0"/>
    <w:rsid w:val="003306C1"/>
    <w:rsid w:val="00340BC8"/>
    <w:rsid w:val="00344196"/>
    <w:rsid w:val="00352630"/>
    <w:rsid w:val="00361307"/>
    <w:rsid w:val="00361B38"/>
    <w:rsid w:val="00362AD6"/>
    <w:rsid w:val="0036405A"/>
    <w:rsid w:val="00364666"/>
    <w:rsid w:val="003D796A"/>
    <w:rsid w:val="003F0376"/>
    <w:rsid w:val="004237FF"/>
    <w:rsid w:val="00445E9C"/>
    <w:rsid w:val="004540E7"/>
    <w:rsid w:val="00456560"/>
    <w:rsid w:val="00474984"/>
    <w:rsid w:val="004866BB"/>
    <w:rsid w:val="004900CA"/>
    <w:rsid w:val="004A0E25"/>
    <w:rsid w:val="004A11E7"/>
    <w:rsid w:val="004B10CB"/>
    <w:rsid w:val="004B6F42"/>
    <w:rsid w:val="004C1A3D"/>
    <w:rsid w:val="004C3542"/>
    <w:rsid w:val="004E4970"/>
    <w:rsid w:val="00511206"/>
    <w:rsid w:val="00512E27"/>
    <w:rsid w:val="005303A9"/>
    <w:rsid w:val="00542367"/>
    <w:rsid w:val="00546771"/>
    <w:rsid w:val="00554042"/>
    <w:rsid w:val="0055659B"/>
    <w:rsid w:val="005760E6"/>
    <w:rsid w:val="00577979"/>
    <w:rsid w:val="00591DA0"/>
    <w:rsid w:val="00594D35"/>
    <w:rsid w:val="005A4910"/>
    <w:rsid w:val="005D2466"/>
    <w:rsid w:val="005D599F"/>
    <w:rsid w:val="005E442D"/>
    <w:rsid w:val="005E7D6A"/>
    <w:rsid w:val="005F0B4C"/>
    <w:rsid w:val="005F2F05"/>
    <w:rsid w:val="0060213F"/>
    <w:rsid w:val="006070D6"/>
    <w:rsid w:val="00617776"/>
    <w:rsid w:val="00626155"/>
    <w:rsid w:val="00633249"/>
    <w:rsid w:val="006662AC"/>
    <w:rsid w:val="00682477"/>
    <w:rsid w:val="006838AD"/>
    <w:rsid w:val="00697CBF"/>
    <w:rsid w:val="006B3B09"/>
    <w:rsid w:val="006B4414"/>
    <w:rsid w:val="006B701C"/>
    <w:rsid w:val="006C39EE"/>
    <w:rsid w:val="006C7BED"/>
    <w:rsid w:val="006D538F"/>
    <w:rsid w:val="006E46A0"/>
    <w:rsid w:val="00704EFE"/>
    <w:rsid w:val="00727454"/>
    <w:rsid w:val="00763689"/>
    <w:rsid w:val="0077213F"/>
    <w:rsid w:val="007825EE"/>
    <w:rsid w:val="007A4799"/>
    <w:rsid w:val="007C15DE"/>
    <w:rsid w:val="007C3B2C"/>
    <w:rsid w:val="007E2AEF"/>
    <w:rsid w:val="008027C0"/>
    <w:rsid w:val="008060A6"/>
    <w:rsid w:val="00810FC9"/>
    <w:rsid w:val="008351AF"/>
    <w:rsid w:val="00841178"/>
    <w:rsid w:val="0088093E"/>
    <w:rsid w:val="0088197C"/>
    <w:rsid w:val="00891955"/>
    <w:rsid w:val="008A1FE7"/>
    <w:rsid w:val="008A623F"/>
    <w:rsid w:val="008B65C8"/>
    <w:rsid w:val="008E2123"/>
    <w:rsid w:val="008E6522"/>
    <w:rsid w:val="008F294A"/>
    <w:rsid w:val="008F294E"/>
    <w:rsid w:val="009112B1"/>
    <w:rsid w:val="00937A45"/>
    <w:rsid w:val="009426E9"/>
    <w:rsid w:val="00981B13"/>
    <w:rsid w:val="009B2ACA"/>
    <w:rsid w:val="009B2B85"/>
    <w:rsid w:val="009D4F1B"/>
    <w:rsid w:val="009E5486"/>
    <w:rsid w:val="00A00A97"/>
    <w:rsid w:val="00A15FE5"/>
    <w:rsid w:val="00A2201C"/>
    <w:rsid w:val="00A32B7D"/>
    <w:rsid w:val="00A53C40"/>
    <w:rsid w:val="00A56475"/>
    <w:rsid w:val="00A62CE6"/>
    <w:rsid w:val="00A67AB7"/>
    <w:rsid w:val="00A70602"/>
    <w:rsid w:val="00A9144B"/>
    <w:rsid w:val="00AA2928"/>
    <w:rsid w:val="00AA59B2"/>
    <w:rsid w:val="00AB0BA0"/>
    <w:rsid w:val="00AB6825"/>
    <w:rsid w:val="00AC7431"/>
    <w:rsid w:val="00AE1D1C"/>
    <w:rsid w:val="00AF290A"/>
    <w:rsid w:val="00AF4E7B"/>
    <w:rsid w:val="00AF4F8D"/>
    <w:rsid w:val="00AF5611"/>
    <w:rsid w:val="00B1055B"/>
    <w:rsid w:val="00B16DE5"/>
    <w:rsid w:val="00B16F02"/>
    <w:rsid w:val="00B37919"/>
    <w:rsid w:val="00B4612C"/>
    <w:rsid w:val="00B56119"/>
    <w:rsid w:val="00B74926"/>
    <w:rsid w:val="00B81F06"/>
    <w:rsid w:val="00B927D5"/>
    <w:rsid w:val="00BA2830"/>
    <w:rsid w:val="00BB489A"/>
    <w:rsid w:val="00BB7098"/>
    <w:rsid w:val="00BC57C9"/>
    <w:rsid w:val="00BE2BA7"/>
    <w:rsid w:val="00C14487"/>
    <w:rsid w:val="00C35697"/>
    <w:rsid w:val="00C379C4"/>
    <w:rsid w:val="00C5332C"/>
    <w:rsid w:val="00C61677"/>
    <w:rsid w:val="00C64508"/>
    <w:rsid w:val="00C659CE"/>
    <w:rsid w:val="00C67729"/>
    <w:rsid w:val="00C811C2"/>
    <w:rsid w:val="00C87D8A"/>
    <w:rsid w:val="00C9323C"/>
    <w:rsid w:val="00C93B9A"/>
    <w:rsid w:val="00C9644A"/>
    <w:rsid w:val="00C972A8"/>
    <w:rsid w:val="00CB021C"/>
    <w:rsid w:val="00CB0C4E"/>
    <w:rsid w:val="00CB190F"/>
    <w:rsid w:val="00CB3C76"/>
    <w:rsid w:val="00CD1DEB"/>
    <w:rsid w:val="00CD4448"/>
    <w:rsid w:val="00CD648B"/>
    <w:rsid w:val="00CE3B39"/>
    <w:rsid w:val="00CF22EB"/>
    <w:rsid w:val="00CF2968"/>
    <w:rsid w:val="00D259B9"/>
    <w:rsid w:val="00D3160D"/>
    <w:rsid w:val="00D33E18"/>
    <w:rsid w:val="00D445B7"/>
    <w:rsid w:val="00D44909"/>
    <w:rsid w:val="00D5331C"/>
    <w:rsid w:val="00D70613"/>
    <w:rsid w:val="00D739FA"/>
    <w:rsid w:val="00D96246"/>
    <w:rsid w:val="00DC0676"/>
    <w:rsid w:val="00DC188D"/>
    <w:rsid w:val="00DF002E"/>
    <w:rsid w:val="00E16A00"/>
    <w:rsid w:val="00E25BA4"/>
    <w:rsid w:val="00E26F24"/>
    <w:rsid w:val="00E31AF0"/>
    <w:rsid w:val="00E37E07"/>
    <w:rsid w:val="00E4269C"/>
    <w:rsid w:val="00E539B7"/>
    <w:rsid w:val="00E613AF"/>
    <w:rsid w:val="00E6673D"/>
    <w:rsid w:val="00E7265F"/>
    <w:rsid w:val="00E90F40"/>
    <w:rsid w:val="00E94EDE"/>
    <w:rsid w:val="00E97F44"/>
    <w:rsid w:val="00EA31AD"/>
    <w:rsid w:val="00EA479C"/>
    <w:rsid w:val="00EB0315"/>
    <w:rsid w:val="00EB2ACA"/>
    <w:rsid w:val="00EB6029"/>
    <w:rsid w:val="00EC28BD"/>
    <w:rsid w:val="00ED1C0F"/>
    <w:rsid w:val="00EE498A"/>
    <w:rsid w:val="00EF2604"/>
    <w:rsid w:val="00EF2991"/>
    <w:rsid w:val="00EF3D6B"/>
    <w:rsid w:val="00F03E57"/>
    <w:rsid w:val="00F054B6"/>
    <w:rsid w:val="00F10D61"/>
    <w:rsid w:val="00F14B5E"/>
    <w:rsid w:val="00F2627D"/>
    <w:rsid w:val="00F2644F"/>
    <w:rsid w:val="00F35989"/>
    <w:rsid w:val="00F35A79"/>
    <w:rsid w:val="00F548AF"/>
    <w:rsid w:val="00F60D06"/>
    <w:rsid w:val="00F74885"/>
    <w:rsid w:val="00F83F48"/>
    <w:rsid w:val="00F86F8A"/>
    <w:rsid w:val="00FA1F66"/>
    <w:rsid w:val="00FA3F0F"/>
    <w:rsid w:val="00FB19DA"/>
    <w:rsid w:val="00FB76DB"/>
    <w:rsid w:val="00FB7E48"/>
    <w:rsid w:val="00FC3D75"/>
    <w:rsid w:val="00FC7BB1"/>
    <w:rsid w:val="00FE44A1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194C89CF"/>
  <w15:docId w15:val="{1B5EEBB7-0EC1-49FF-AF0A-03B39180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5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1CD7B-3E72-4A2A-AB92-598D8A602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14</TotalTime>
  <Pages>3</Pages>
  <Words>193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RTS spol. s r.o.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RTS, a.s.</dc:creator>
  <cp:keywords/>
  <cp:lastModifiedBy>Roman Hlaváč</cp:lastModifiedBy>
  <cp:revision>19</cp:revision>
  <cp:lastPrinted>2010-07-30T09:22:00Z</cp:lastPrinted>
  <dcterms:created xsi:type="dcterms:W3CDTF">2020-12-21T07:12:00Z</dcterms:created>
  <dcterms:modified xsi:type="dcterms:W3CDTF">2023-01-16T08:23:00Z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+GTjZYNrpBsGHJUrdSehbgNxPAN9HwBNm1XyLD3OBfHY+5WY3oPZa/RioOavXBJ3FA2j13I5Qij9SKLms/kv9SURFWnyhtSqlw66MsEKbRkrzcX0OvWw1mMGEaji2R14DvoVfcfoT4aMURRYM4Oss0NLwhLZZN6LwQPFH3gI8MGaUa7s8NkRwOcpWDsoPo3+</vt:lpwstr>
  </property>
</Properties>
</file>